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9" w:rsidRPr="000C34D3" w:rsidRDefault="00545E59" w:rsidP="00545E59">
      <w:pPr>
        <w:pStyle w:val="Nadpis1"/>
        <w:ind w:left="1410" w:hanging="1410"/>
        <w:jc w:val="both"/>
        <w:rPr>
          <w:snapToGrid w:val="0"/>
        </w:rPr>
      </w:pPr>
      <w:r w:rsidRPr="000C34D3">
        <w:rPr>
          <w:snapToGrid w:val="0"/>
        </w:rPr>
        <w:t>Příloha č. 2 k </w:t>
      </w:r>
      <w:r w:rsidR="00E023BC">
        <w:rPr>
          <w:snapToGrid w:val="0"/>
        </w:rPr>
        <w:t>P</w:t>
      </w:r>
      <w:r w:rsidR="00511616">
        <w:rPr>
          <w:snapToGrid w:val="0"/>
        </w:rPr>
        <w:t>říkazní smlouvě</w:t>
      </w:r>
    </w:p>
    <w:p w:rsidR="00511616" w:rsidRDefault="00511616" w:rsidP="00511616">
      <w:pPr>
        <w:pStyle w:val="Nadpis1"/>
        <w:jc w:val="both"/>
        <w:rPr>
          <w:snapToGrid w:val="0"/>
        </w:rPr>
      </w:pPr>
      <w:r w:rsidRPr="00542083">
        <w:rPr>
          <w:b w:val="0"/>
          <w:snapToGrid w:val="0"/>
          <w:sz w:val="24"/>
          <w:szCs w:val="24"/>
        </w:rPr>
        <w:t>(stavba „</w:t>
      </w:r>
      <w:r w:rsidR="0078057B">
        <w:rPr>
          <w:b w:val="0"/>
          <w:sz w:val="24"/>
          <w:szCs w:val="24"/>
        </w:rPr>
        <w:t>Rekonstrukce ul. Budovatelů</w:t>
      </w:r>
      <w:r w:rsidRPr="00542083">
        <w:rPr>
          <w:b w:val="0"/>
          <w:sz w:val="24"/>
          <w:szCs w:val="24"/>
        </w:rPr>
        <w:t>, Nové</w:t>
      </w:r>
      <w:r>
        <w:rPr>
          <w:b w:val="0"/>
          <w:sz w:val="24"/>
          <w:szCs w:val="24"/>
        </w:rPr>
        <w:t xml:space="preserve"> Město na Moravě)</w:t>
      </w:r>
    </w:p>
    <w:p w:rsidR="00545E59" w:rsidRPr="000C34D3" w:rsidRDefault="00545E59" w:rsidP="00545E59">
      <w:pPr>
        <w:widowControl w:val="0"/>
        <w:rPr>
          <w:snapToGrid w:val="0"/>
        </w:rPr>
      </w:pPr>
    </w:p>
    <w:p w:rsidR="00545E59" w:rsidRPr="000C34D3" w:rsidRDefault="00545E59" w:rsidP="00545E59">
      <w:pPr>
        <w:widowControl w:val="0"/>
        <w:outlineLvl w:val="0"/>
        <w:rPr>
          <w:snapToGrid w:val="0"/>
        </w:rPr>
      </w:pPr>
    </w:p>
    <w:p w:rsidR="00545E59" w:rsidRPr="000C34D3" w:rsidRDefault="00545E59" w:rsidP="00545E59">
      <w:pPr>
        <w:widowControl w:val="0"/>
        <w:jc w:val="center"/>
        <w:outlineLvl w:val="0"/>
        <w:rPr>
          <w:b/>
          <w:snapToGrid w:val="0"/>
          <w:sz w:val="52"/>
          <w:szCs w:val="52"/>
          <w:u w:val="single"/>
        </w:rPr>
      </w:pPr>
      <w:r w:rsidRPr="000C34D3">
        <w:rPr>
          <w:b/>
          <w:snapToGrid w:val="0"/>
          <w:sz w:val="52"/>
          <w:szCs w:val="52"/>
          <w:u w:val="single"/>
        </w:rPr>
        <w:t>PLNÁ  MOC</w:t>
      </w:r>
    </w:p>
    <w:p w:rsidR="00545E59" w:rsidRPr="000C34D3" w:rsidRDefault="00545E59" w:rsidP="00545E59">
      <w:pPr>
        <w:widowControl w:val="0"/>
        <w:rPr>
          <w:snapToGrid w:val="0"/>
          <w:u w:val="single"/>
        </w:rPr>
      </w:pPr>
    </w:p>
    <w:p w:rsidR="00F60550" w:rsidRDefault="00545E59" w:rsidP="00F60550">
      <w:pPr>
        <w:widowControl w:val="0"/>
        <w:jc w:val="center"/>
        <w:rPr>
          <w:snapToGrid w:val="0"/>
          <w:sz w:val="22"/>
          <w:szCs w:val="22"/>
          <w:u w:val="single"/>
        </w:rPr>
      </w:pPr>
      <w:r w:rsidRPr="002E2F7E">
        <w:rPr>
          <w:snapToGrid w:val="0"/>
          <w:sz w:val="22"/>
          <w:szCs w:val="22"/>
          <w:u w:val="single"/>
        </w:rPr>
        <w:t xml:space="preserve">udělená podle ustanovení § </w:t>
      </w:r>
      <w:smartTag w:uri="urn:schemas-microsoft-com:office:smarttags" w:element="metricconverter">
        <w:smartTagPr>
          <w:attr w:name="ProductID" w:val="441 a"/>
        </w:smartTagPr>
        <w:r w:rsidRPr="002E2F7E">
          <w:rPr>
            <w:snapToGrid w:val="0"/>
            <w:sz w:val="22"/>
            <w:szCs w:val="22"/>
            <w:u w:val="single"/>
          </w:rPr>
          <w:t>441 a</w:t>
        </w:r>
      </w:smartTag>
      <w:r w:rsidRPr="002E2F7E">
        <w:rPr>
          <w:snapToGrid w:val="0"/>
          <w:sz w:val="22"/>
          <w:szCs w:val="22"/>
          <w:u w:val="single"/>
        </w:rPr>
        <w:t xml:space="preserve"> následujících zákona č. 89/2012 Sb., občanský zákoník </w:t>
      </w:r>
      <w:r w:rsidR="00F60550">
        <w:rPr>
          <w:snapToGrid w:val="0"/>
          <w:sz w:val="22"/>
          <w:szCs w:val="22"/>
          <w:u w:val="single"/>
        </w:rPr>
        <w:t>v platném a</w:t>
      </w:r>
      <w:r w:rsidR="00CC1FD9">
        <w:rPr>
          <w:snapToGrid w:val="0"/>
          <w:sz w:val="22"/>
          <w:szCs w:val="22"/>
          <w:u w:val="single"/>
        </w:rPr>
        <w:t> </w:t>
      </w:r>
      <w:r w:rsidR="00F60550">
        <w:rPr>
          <w:snapToGrid w:val="0"/>
          <w:sz w:val="22"/>
          <w:szCs w:val="22"/>
          <w:u w:val="single"/>
        </w:rPr>
        <w:t xml:space="preserve">účinném znění 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  <w:r w:rsidRPr="002E2F7E">
        <w:rPr>
          <w:sz w:val="22"/>
          <w:szCs w:val="22"/>
        </w:rPr>
        <w:t>MĚSTO Nové Město na Moravě</w:t>
      </w:r>
    </w:p>
    <w:p w:rsidR="00545E59" w:rsidRPr="002E2F7E" w:rsidRDefault="00545E59" w:rsidP="00545E59">
      <w:pPr>
        <w:pStyle w:val="Zpat"/>
        <w:outlineLvl w:val="0"/>
        <w:rPr>
          <w:sz w:val="22"/>
          <w:szCs w:val="22"/>
        </w:rPr>
      </w:pPr>
      <w:r w:rsidRPr="002E2F7E">
        <w:rPr>
          <w:sz w:val="22"/>
          <w:szCs w:val="22"/>
        </w:rPr>
        <w:t xml:space="preserve">se sídlem Vratislavovo náměstí 103, 592 31 Nové Město na Moravě </w:t>
      </w:r>
    </w:p>
    <w:p w:rsidR="00545E59" w:rsidRPr="002E2F7E" w:rsidRDefault="00545E59" w:rsidP="00545E59">
      <w:pPr>
        <w:pStyle w:val="Zpat"/>
        <w:rPr>
          <w:sz w:val="22"/>
          <w:szCs w:val="22"/>
        </w:rPr>
      </w:pPr>
      <w:r w:rsidRPr="002E2F7E">
        <w:rPr>
          <w:sz w:val="22"/>
          <w:szCs w:val="22"/>
        </w:rPr>
        <w:t xml:space="preserve">IČ: 00294900  </w:t>
      </w:r>
    </w:p>
    <w:p w:rsidR="00545E59" w:rsidRPr="002E2F7E" w:rsidRDefault="00545E59" w:rsidP="00545E59">
      <w:pPr>
        <w:pStyle w:val="Zpat"/>
        <w:rPr>
          <w:noProof/>
          <w:sz w:val="22"/>
          <w:szCs w:val="22"/>
        </w:rPr>
      </w:pPr>
      <w:r w:rsidRPr="002E2F7E">
        <w:rPr>
          <w:noProof/>
          <w:sz w:val="22"/>
          <w:szCs w:val="22"/>
        </w:rPr>
        <w:t>zastoupené Michalem Šmardou, starostou města</w:t>
      </w:r>
    </w:p>
    <w:p w:rsidR="00545E59" w:rsidRPr="006F2C33" w:rsidRDefault="00545E59" w:rsidP="00545E59">
      <w:pPr>
        <w:widowControl w:val="0"/>
        <w:jc w:val="both"/>
        <w:rPr>
          <w:i/>
          <w:snapToGrid w:val="0"/>
          <w:sz w:val="22"/>
          <w:szCs w:val="22"/>
        </w:rPr>
      </w:pPr>
      <w:r w:rsidRPr="006F2C33">
        <w:rPr>
          <w:i/>
          <w:sz w:val="22"/>
          <w:szCs w:val="22"/>
        </w:rPr>
        <w:t>(dále jen „zmocnitel“)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  <w:u w:val="single"/>
        </w:rPr>
      </w:pPr>
    </w:p>
    <w:p w:rsidR="00545E59" w:rsidRPr="002E2F7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a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</w:rPr>
      </w:pPr>
    </w:p>
    <w:p w:rsidR="00545E59" w:rsidRPr="00592F6E" w:rsidRDefault="00545E59" w:rsidP="00545E59">
      <w:pPr>
        <w:widowControl w:val="0"/>
        <w:jc w:val="both"/>
        <w:outlineLvl w:val="0"/>
        <w:rPr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obchodní název</w:t>
      </w:r>
      <w:r w:rsidRPr="00592F6E">
        <w:rPr>
          <w:b/>
          <w:snapToGrid w:val="0"/>
          <w:sz w:val="22"/>
          <w:szCs w:val="22"/>
        </w:rPr>
        <w:t xml:space="preserve">         </w:t>
      </w:r>
      <w:r w:rsidRPr="00592F6E">
        <w:rPr>
          <w:i/>
          <w:snapToGrid w:val="0"/>
          <w:sz w:val="22"/>
          <w:szCs w:val="22"/>
        </w:rPr>
        <w:t xml:space="preserve">- </w:t>
      </w:r>
      <w:r w:rsidRPr="00592F6E">
        <w:rPr>
          <w:i/>
          <w:sz w:val="22"/>
          <w:szCs w:val="22"/>
        </w:rPr>
        <w:t>verze pro právnickou osobu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se sídlem </w:t>
      </w:r>
      <w:r w:rsidRPr="00592F6E">
        <w:rPr>
          <w:snapToGrid w:val="0"/>
          <w:sz w:val="22"/>
          <w:szCs w:val="22"/>
          <w:highlight w:val="yellow"/>
        </w:rPr>
        <w:t>……………………………………………….</w:t>
      </w:r>
      <w:r w:rsidRPr="00592F6E">
        <w:rPr>
          <w:snapToGrid w:val="0"/>
          <w:sz w:val="22"/>
          <w:szCs w:val="22"/>
        </w:rPr>
        <w:t xml:space="preserve"> 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zapsaný v OR u KS v </w:t>
      </w:r>
      <w:r w:rsidRPr="00592F6E">
        <w:rPr>
          <w:snapToGrid w:val="0"/>
          <w:sz w:val="22"/>
          <w:szCs w:val="22"/>
          <w:highlight w:val="yellow"/>
        </w:rPr>
        <w:t>………………</w:t>
      </w:r>
      <w:r w:rsidRPr="00592F6E">
        <w:rPr>
          <w:snapToGrid w:val="0"/>
          <w:sz w:val="22"/>
          <w:szCs w:val="22"/>
        </w:rPr>
        <w:t xml:space="preserve">, </w:t>
      </w:r>
      <w:r>
        <w:rPr>
          <w:snapToGrid w:val="0"/>
          <w:sz w:val="22"/>
          <w:szCs w:val="22"/>
        </w:rPr>
        <w:t xml:space="preserve">spis.zn. </w:t>
      </w:r>
      <w:r w:rsidRPr="00592F6E">
        <w:rPr>
          <w:snapToGrid w:val="0"/>
          <w:sz w:val="22"/>
          <w:szCs w:val="22"/>
          <w:highlight w:val="yellow"/>
        </w:rPr>
        <w:t>…</w:t>
      </w:r>
      <w:r>
        <w:rPr>
          <w:snapToGrid w:val="0"/>
          <w:sz w:val="22"/>
          <w:szCs w:val="22"/>
          <w:highlight w:val="yellow"/>
        </w:rPr>
        <w:t>…</w:t>
      </w:r>
      <w:r w:rsidRPr="00592F6E">
        <w:rPr>
          <w:snapToGrid w:val="0"/>
          <w:sz w:val="22"/>
          <w:szCs w:val="22"/>
          <w:highlight w:val="yellow"/>
        </w:rPr>
        <w:t>…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IČ:  </w:t>
      </w:r>
      <w:r w:rsidRPr="00592F6E">
        <w:rPr>
          <w:snapToGrid w:val="0"/>
          <w:sz w:val="22"/>
          <w:szCs w:val="22"/>
          <w:highlight w:val="yellow"/>
        </w:rPr>
        <w:t>……………….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zastoupený </w:t>
      </w:r>
      <w:r w:rsidRPr="00592F6E">
        <w:rPr>
          <w:snapToGrid w:val="0"/>
          <w:sz w:val="22"/>
          <w:szCs w:val="22"/>
          <w:highlight w:val="yellow"/>
        </w:rPr>
        <w:t>…………………………., …………………..</w:t>
      </w:r>
    </w:p>
    <w:p w:rsidR="00545E59" w:rsidRPr="002E2F7E" w:rsidRDefault="00545E59" w:rsidP="00545E59">
      <w:pPr>
        <w:widowControl w:val="0"/>
        <w:rPr>
          <w:i/>
          <w:snapToGrid w:val="0"/>
          <w:sz w:val="22"/>
          <w:szCs w:val="22"/>
        </w:rPr>
      </w:pPr>
      <w:r w:rsidRPr="002E2F7E">
        <w:rPr>
          <w:i/>
          <w:snapToGrid w:val="0"/>
          <w:sz w:val="22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tabs>
          <w:tab w:val="left" w:pos="709"/>
          <w:tab w:val="left" w:pos="4536"/>
        </w:tabs>
        <w:rPr>
          <w:b/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jméno a příjmení</w:t>
      </w:r>
      <w:r w:rsidRPr="002E2F7E">
        <w:rPr>
          <w:b/>
          <w:i/>
          <w:snapToGrid w:val="0"/>
          <w:sz w:val="22"/>
          <w:szCs w:val="22"/>
        </w:rPr>
        <w:t xml:space="preserve">      </w:t>
      </w:r>
      <w:r>
        <w:rPr>
          <w:i/>
          <w:snapToGrid w:val="0"/>
          <w:sz w:val="22"/>
          <w:szCs w:val="22"/>
        </w:rPr>
        <w:t>-</w:t>
      </w:r>
      <w:r w:rsidRPr="002E2F7E">
        <w:rPr>
          <w:b/>
          <w:i/>
          <w:snapToGrid w:val="0"/>
          <w:sz w:val="22"/>
          <w:szCs w:val="22"/>
        </w:rPr>
        <w:t xml:space="preserve">   </w:t>
      </w:r>
      <w:r w:rsidRPr="002E2F7E">
        <w:rPr>
          <w:i/>
          <w:sz w:val="22"/>
          <w:szCs w:val="22"/>
        </w:rPr>
        <w:t>verze pro fyzickou osobu</w:t>
      </w:r>
      <w:r w:rsidRPr="002E2F7E">
        <w:rPr>
          <w:b/>
          <w:i/>
          <w:snapToGrid w:val="0"/>
          <w:sz w:val="22"/>
          <w:szCs w:val="22"/>
        </w:rPr>
        <w:t xml:space="preserve"> </w:t>
      </w:r>
      <w:r w:rsidRPr="00592F6E">
        <w:rPr>
          <w:i/>
          <w:snapToGrid w:val="0"/>
          <w:sz w:val="22"/>
          <w:szCs w:val="22"/>
        </w:rPr>
        <w:t>- podnikatele</w:t>
      </w:r>
      <w:r w:rsidRPr="002E2F7E">
        <w:rPr>
          <w:b/>
          <w:i/>
          <w:snapToGrid w:val="0"/>
          <w:sz w:val="22"/>
          <w:szCs w:val="22"/>
        </w:rPr>
        <w:t xml:space="preserve">                          </w:t>
      </w:r>
      <w:r w:rsidRPr="002E2F7E">
        <w:rPr>
          <w:b/>
          <w:i/>
          <w:snapToGrid w:val="0"/>
          <w:sz w:val="22"/>
          <w:szCs w:val="22"/>
        </w:rPr>
        <w:tab/>
      </w:r>
    </w:p>
    <w:p w:rsidR="00545E59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sídlo </w:t>
      </w:r>
      <w:r w:rsidRPr="00592F6E">
        <w:rPr>
          <w:snapToGrid w:val="0"/>
          <w:szCs w:val="22"/>
          <w:highlight w:val="yellow"/>
        </w:rPr>
        <w:t>…………………………………………..</w:t>
      </w:r>
    </w:p>
    <w:p w:rsidR="00545E59" w:rsidRPr="006F2C33" w:rsidRDefault="00545E59" w:rsidP="00545E59">
      <w:pPr>
        <w:pStyle w:val="Zkladntext"/>
      </w:pPr>
      <w:r w:rsidRPr="0075475C">
        <w:rPr>
          <w:sz w:val="22"/>
          <w:szCs w:val="22"/>
        </w:rPr>
        <w:t>zaps</w:t>
      </w:r>
      <w:r>
        <w:rPr>
          <w:sz w:val="22"/>
          <w:szCs w:val="22"/>
        </w:rPr>
        <w:t>a</w:t>
      </w:r>
      <w:r w:rsidRPr="0075475C">
        <w:rPr>
          <w:sz w:val="22"/>
          <w:szCs w:val="22"/>
        </w:rPr>
        <w:t>n</w:t>
      </w:r>
      <w:r>
        <w:rPr>
          <w:sz w:val="22"/>
          <w:szCs w:val="22"/>
        </w:rPr>
        <w:t>ý</w:t>
      </w:r>
      <w:r w:rsidRPr="0075475C">
        <w:rPr>
          <w:sz w:val="22"/>
          <w:szCs w:val="22"/>
        </w:rPr>
        <w:t xml:space="preserve"> v živnostenském rejstříku </w:t>
      </w:r>
      <w:r w:rsidRPr="0075475C">
        <w:rPr>
          <w:sz w:val="22"/>
          <w:szCs w:val="22"/>
          <w:highlight w:val="yellow"/>
        </w:rPr>
        <w:t>………………………………</w:t>
      </w:r>
    </w:p>
    <w:p w:rsidR="00545E59" w:rsidRPr="00592F6E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IČ: </w:t>
      </w:r>
      <w:r w:rsidRPr="00592F6E">
        <w:rPr>
          <w:snapToGrid w:val="0"/>
          <w:szCs w:val="22"/>
          <w:highlight w:val="yellow"/>
        </w:rPr>
        <w:t>………………</w:t>
      </w:r>
    </w:p>
    <w:p w:rsidR="00545E59" w:rsidRPr="002E2F7E" w:rsidRDefault="00545E59" w:rsidP="00545E59">
      <w:pPr>
        <w:pStyle w:val="Styl11bPed6b"/>
        <w:tabs>
          <w:tab w:val="left" w:pos="709"/>
        </w:tabs>
        <w:spacing w:before="0"/>
        <w:rPr>
          <w:i/>
          <w:snapToGrid w:val="0"/>
          <w:szCs w:val="22"/>
        </w:rPr>
      </w:pPr>
      <w:r w:rsidRPr="002E2F7E">
        <w:rPr>
          <w:i/>
          <w:snapToGrid w:val="0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</w:t>
      </w:r>
      <w:r w:rsidR="00CC1FD9">
        <w:rPr>
          <w:snapToGrid w:val="0"/>
          <w:sz w:val="22"/>
          <w:szCs w:val="22"/>
        </w:rPr>
        <w:t> </w:t>
      </w:r>
      <w:r w:rsidRPr="002E2F7E">
        <w:rPr>
          <w:snapToGrid w:val="0"/>
          <w:sz w:val="22"/>
          <w:szCs w:val="22"/>
        </w:rPr>
        <w:t xml:space="preserve">uvedením do provozu </w:t>
      </w:r>
      <w:r w:rsidR="00FD00CB">
        <w:rPr>
          <w:snapToGrid w:val="0"/>
          <w:sz w:val="22"/>
          <w:szCs w:val="22"/>
        </w:rPr>
        <w:t>díla</w:t>
      </w:r>
      <w:r w:rsidRPr="002E2F7E">
        <w:rPr>
          <w:snapToGrid w:val="0"/>
          <w:sz w:val="22"/>
          <w:szCs w:val="22"/>
        </w:rPr>
        <w:t>:</w:t>
      </w:r>
    </w:p>
    <w:p w:rsidR="00545E59" w:rsidRPr="00FD00CB" w:rsidRDefault="00545E59" w:rsidP="00545E59">
      <w:pPr>
        <w:pStyle w:val="Nadpis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D00CB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95D09">
        <w:rPr>
          <w:rFonts w:ascii="Times New Roman" w:hAnsi="Times New Roman" w:cs="Times New Roman"/>
          <w:i w:val="0"/>
          <w:sz w:val="24"/>
          <w:szCs w:val="24"/>
        </w:rPr>
        <w:t>Rekonstrukce ul. Budovatelů</w:t>
      </w:r>
      <w:r w:rsidR="00511616">
        <w:rPr>
          <w:rFonts w:ascii="Times New Roman" w:hAnsi="Times New Roman" w:cs="Times New Roman"/>
          <w:i w:val="0"/>
          <w:sz w:val="24"/>
          <w:szCs w:val="24"/>
        </w:rPr>
        <w:t>, Nové Město na Moravě</w:t>
      </w:r>
    </w:p>
    <w:p w:rsidR="00545E59" w:rsidRPr="002E2F7E" w:rsidRDefault="00545E59" w:rsidP="00545E59">
      <w:pPr>
        <w:rPr>
          <w:b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podle uzavřené </w:t>
      </w:r>
      <w:r w:rsidR="009447A4">
        <w:rPr>
          <w:snapToGrid w:val="0"/>
          <w:sz w:val="22"/>
          <w:szCs w:val="22"/>
        </w:rPr>
        <w:t>P</w:t>
      </w:r>
      <w:r w:rsidR="00511616">
        <w:rPr>
          <w:snapToGrid w:val="0"/>
          <w:sz w:val="22"/>
          <w:szCs w:val="22"/>
        </w:rPr>
        <w:t>říkazní smlouvy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342273">
        <w:rPr>
          <w:snapToGrid w:val="0"/>
          <w:sz w:val="22"/>
          <w:szCs w:val="22"/>
        </w:rPr>
        <w:t xml:space="preserve">Zmocněnec je oprávněn vykonávat </w:t>
      </w:r>
      <w:r w:rsidR="00342273" w:rsidRPr="00342273">
        <w:rPr>
          <w:snapToGrid w:val="0"/>
          <w:sz w:val="22"/>
          <w:szCs w:val="22"/>
        </w:rPr>
        <w:t>vešker</w:t>
      </w:r>
      <w:r w:rsidR="00342273">
        <w:rPr>
          <w:snapToGrid w:val="0"/>
          <w:sz w:val="22"/>
          <w:szCs w:val="22"/>
        </w:rPr>
        <w:t>á právní jednání a</w:t>
      </w:r>
      <w:r w:rsidR="00342273" w:rsidRP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úkony, přijímat doručované písemnosti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žádosti</w:t>
      </w:r>
      <w:r w:rsid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 xml:space="preserve">jménem a na účet zmocnitele při jednáních se správními orgány, zhotovitelem </w:t>
      </w:r>
      <w:r w:rsidR="00FD00CB">
        <w:rPr>
          <w:snapToGrid w:val="0"/>
          <w:sz w:val="22"/>
          <w:szCs w:val="22"/>
        </w:rPr>
        <w:t>díla</w:t>
      </w:r>
      <w:r w:rsidRPr="00342273">
        <w:rPr>
          <w:snapToGrid w:val="0"/>
          <w:sz w:val="22"/>
          <w:szCs w:val="22"/>
        </w:rPr>
        <w:t xml:space="preserve">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dalšími subjekty.</w:t>
      </w: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Právo podpisu smluv si vyhrazuje zmocnitel.</w:t>
      </w: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V Novém Městě na Moravě </w:t>
      </w:r>
      <w:r w:rsidRPr="002E2F7E">
        <w:rPr>
          <w:snapToGrid w:val="0"/>
          <w:sz w:val="22"/>
          <w:szCs w:val="22"/>
        </w:rPr>
        <w:tab/>
        <w:t xml:space="preserve"> </w:t>
      </w: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dne ……………….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Zmocnitel: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</w:p>
    <w:p w:rsidR="00E822C9" w:rsidRPr="002E2F7E" w:rsidRDefault="00E822C9" w:rsidP="00E822C9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E822C9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</w:t>
      </w:r>
      <w:r w:rsidR="00A46A36" w:rsidRPr="002E2F7E">
        <w:rPr>
          <w:snapToGrid w:val="0"/>
          <w:sz w:val="22"/>
          <w:szCs w:val="22"/>
        </w:rPr>
        <w:t>Michal Šmarda</w:t>
      </w:r>
      <w:r w:rsidR="00A46A36" w:rsidRPr="002E2F7E">
        <w:rPr>
          <w:snapToGrid w:val="0"/>
          <w:sz w:val="22"/>
          <w:szCs w:val="22"/>
        </w:rPr>
        <w:tab/>
      </w:r>
      <w:r w:rsidR="00A46A36" w:rsidRPr="002E2F7E">
        <w:rPr>
          <w:snapToGrid w:val="0"/>
          <w:sz w:val="22"/>
          <w:szCs w:val="22"/>
        </w:rPr>
        <w:tab/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 w:rsidRPr="003B1891">
        <w:rPr>
          <w:snapToGrid w:val="0"/>
          <w:sz w:val="22"/>
          <w:szCs w:val="22"/>
        </w:rPr>
        <w:t xml:space="preserve">               </w:t>
      </w:r>
      <w:r w:rsidR="00E822C9">
        <w:rPr>
          <w:snapToGrid w:val="0"/>
          <w:sz w:val="22"/>
          <w:szCs w:val="22"/>
        </w:rPr>
        <w:t xml:space="preserve">         </w:t>
      </w:r>
      <w:r w:rsidRPr="003B1891">
        <w:rPr>
          <w:snapToGrid w:val="0"/>
          <w:sz w:val="22"/>
          <w:szCs w:val="22"/>
        </w:rPr>
        <w:t xml:space="preserve">starosta                                                      </w:t>
      </w:r>
      <w:r w:rsidRPr="003B1891">
        <w:rPr>
          <w:snapToGrid w:val="0"/>
          <w:sz w:val="22"/>
          <w:szCs w:val="22"/>
          <w:highlight w:val="yellow"/>
        </w:rPr>
        <w:t xml:space="preserve">               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lastRenderedPageBreak/>
        <w:t>Plnou moc přijímám.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z w:val="24"/>
          <w:szCs w:val="24"/>
        </w:rPr>
      </w:pPr>
      <w:r w:rsidRPr="002E2F7E">
        <w:rPr>
          <w:snapToGrid w:val="0"/>
          <w:sz w:val="22"/>
          <w:szCs w:val="22"/>
        </w:rPr>
        <w:t xml:space="preserve">V </w:t>
      </w:r>
      <w:r w:rsidRPr="002E2F7E">
        <w:rPr>
          <w:snapToGrid w:val="0"/>
          <w:sz w:val="22"/>
          <w:szCs w:val="22"/>
          <w:highlight w:val="yellow"/>
        </w:rPr>
        <w:t>…………………………..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dne </w:t>
      </w:r>
      <w:r w:rsidRPr="002E2F7E">
        <w:rPr>
          <w:snapToGrid w:val="0"/>
          <w:sz w:val="22"/>
          <w:szCs w:val="22"/>
          <w:highlight w:val="yellow"/>
        </w:rPr>
        <w:t>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Zmocněn</w:t>
      </w:r>
      <w:r w:rsidR="0049249B">
        <w:rPr>
          <w:snapToGrid w:val="0"/>
          <w:sz w:val="22"/>
          <w:szCs w:val="22"/>
        </w:rPr>
        <w:t>e</w:t>
      </w:r>
      <w:r w:rsidRPr="002E2F7E">
        <w:rPr>
          <w:snapToGrid w:val="0"/>
          <w:sz w:val="22"/>
          <w:szCs w:val="22"/>
        </w:rPr>
        <w:t>c: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</w:p>
    <w:p w:rsidR="00A46A36" w:rsidRDefault="00A46A36" w:rsidP="00A46A36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highlight w:val="yellow"/>
        </w:rPr>
        <w:t xml:space="preserve">            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</w:t>
      </w:r>
      <w:r w:rsidRPr="003B1891">
        <w:rPr>
          <w:snapToGrid w:val="0"/>
          <w:sz w:val="22"/>
          <w:szCs w:val="22"/>
          <w:highlight w:val="yellow"/>
        </w:rPr>
        <w:t>………….</w:t>
      </w:r>
    </w:p>
    <w:p w:rsidR="00F9537B" w:rsidRDefault="00F9537B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F9537B" w:rsidRPr="005F1044" w:rsidRDefault="00F9537B" w:rsidP="00F42385">
      <w:pPr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6E5" w:rsidRDefault="00D256E5">
      <w:r>
        <w:separator/>
      </w:r>
    </w:p>
  </w:endnote>
  <w:endnote w:type="continuationSeparator" w:id="0">
    <w:p w:rsidR="00D256E5" w:rsidRDefault="00D256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883924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2F8E" w:rsidRDefault="00872F8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883924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8057B">
      <w:rPr>
        <w:rStyle w:val="slostrnky"/>
        <w:noProof/>
      </w:rPr>
      <w:t>1</w:t>
    </w:r>
    <w:r>
      <w:rPr>
        <w:rStyle w:val="slostrnky"/>
      </w:rPr>
      <w:fldChar w:fldCharType="end"/>
    </w:r>
  </w:p>
  <w:p w:rsidR="00872F8E" w:rsidRPr="00BE05DE" w:rsidRDefault="00872F8E">
    <w:pPr>
      <w:pStyle w:val="Zpa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6E5" w:rsidRDefault="00D256E5">
      <w:r>
        <w:separator/>
      </w:r>
    </w:p>
  </w:footnote>
  <w:footnote w:type="continuationSeparator" w:id="0">
    <w:p w:rsidR="00D256E5" w:rsidRDefault="00D256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6391D"/>
    <w:rsid w:val="00166369"/>
    <w:rsid w:val="0017771E"/>
    <w:rsid w:val="00177F3B"/>
    <w:rsid w:val="00180073"/>
    <w:rsid w:val="001806C8"/>
    <w:rsid w:val="00183D3F"/>
    <w:rsid w:val="00195D09"/>
    <w:rsid w:val="00195E2C"/>
    <w:rsid w:val="001A18DC"/>
    <w:rsid w:val="001A5255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2D1A"/>
    <w:rsid w:val="00467BFD"/>
    <w:rsid w:val="00471EE5"/>
    <w:rsid w:val="004770D8"/>
    <w:rsid w:val="004811E5"/>
    <w:rsid w:val="004860D0"/>
    <w:rsid w:val="0048769F"/>
    <w:rsid w:val="00487808"/>
    <w:rsid w:val="0049249B"/>
    <w:rsid w:val="004977B6"/>
    <w:rsid w:val="004A4ED5"/>
    <w:rsid w:val="004A53D7"/>
    <w:rsid w:val="004B239E"/>
    <w:rsid w:val="004B272E"/>
    <w:rsid w:val="004B316C"/>
    <w:rsid w:val="004D0C30"/>
    <w:rsid w:val="004D1E16"/>
    <w:rsid w:val="004D4C39"/>
    <w:rsid w:val="004D5840"/>
    <w:rsid w:val="004D7C67"/>
    <w:rsid w:val="004E6988"/>
    <w:rsid w:val="004F3DD9"/>
    <w:rsid w:val="004F3FB9"/>
    <w:rsid w:val="005015A8"/>
    <w:rsid w:val="00511616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124A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D0296"/>
    <w:rsid w:val="006D602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057B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F0746"/>
    <w:rsid w:val="007F5F67"/>
    <w:rsid w:val="007F7A54"/>
    <w:rsid w:val="007F7FA1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358F"/>
    <w:rsid w:val="008653B2"/>
    <w:rsid w:val="0087147B"/>
    <w:rsid w:val="00872F8E"/>
    <w:rsid w:val="00877FB3"/>
    <w:rsid w:val="00880D38"/>
    <w:rsid w:val="00883924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0B98"/>
    <w:rsid w:val="00922C3F"/>
    <w:rsid w:val="00925CDE"/>
    <w:rsid w:val="009275C3"/>
    <w:rsid w:val="009336E9"/>
    <w:rsid w:val="00940937"/>
    <w:rsid w:val="00940D03"/>
    <w:rsid w:val="009447A4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75E48"/>
    <w:rsid w:val="00A81392"/>
    <w:rsid w:val="00A92E6E"/>
    <w:rsid w:val="00A967E1"/>
    <w:rsid w:val="00AD1F86"/>
    <w:rsid w:val="00AD5C42"/>
    <w:rsid w:val="00AE0A46"/>
    <w:rsid w:val="00AE68FF"/>
    <w:rsid w:val="00AE6F23"/>
    <w:rsid w:val="00AF0A73"/>
    <w:rsid w:val="00AF225B"/>
    <w:rsid w:val="00AF7186"/>
    <w:rsid w:val="00B03149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62E2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1FD9"/>
    <w:rsid w:val="00CC65E7"/>
    <w:rsid w:val="00CD127C"/>
    <w:rsid w:val="00CE174A"/>
    <w:rsid w:val="00CE2FE8"/>
    <w:rsid w:val="00CE4A7C"/>
    <w:rsid w:val="00CF3008"/>
    <w:rsid w:val="00CF63C9"/>
    <w:rsid w:val="00D04B95"/>
    <w:rsid w:val="00D164F4"/>
    <w:rsid w:val="00D16696"/>
    <w:rsid w:val="00D21EDF"/>
    <w:rsid w:val="00D256E5"/>
    <w:rsid w:val="00D37541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74399"/>
    <w:rsid w:val="00E806EB"/>
    <w:rsid w:val="00E822C9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C1D30"/>
    <w:rsid w:val="00FD00CB"/>
    <w:rsid w:val="00FD4096"/>
    <w:rsid w:val="00FD72E7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72E7"/>
  </w:style>
  <w:style w:type="paragraph" w:styleId="Nadpis1">
    <w:name w:val="heading 1"/>
    <w:basedOn w:val="Normln"/>
    <w:next w:val="Normln"/>
    <w:link w:val="Nadpis1Char"/>
    <w:qFormat/>
    <w:rsid w:val="00FD72E7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D72E7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FD72E7"/>
    <w:pPr>
      <w:ind w:left="283" w:hanging="283"/>
    </w:pPr>
  </w:style>
  <w:style w:type="paragraph" w:styleId="Seznam2">
    <w:name w:val="List 2"/>
    <w:basedOn w:val="Normln"/>
    <w:rsid w:val="00FD72E7"/>
    <w:pPr>
      <w:ind w:left="566" w:hanging="283"/>
    </w:pPr>
  </w:style>
  <w:style w:type="paragraph" w:styleId="Nzev">
    <w:name w:val="Title"/>
    <w:basedOn w:val="Normln"/>
    <w:qFormat/>
    <w:rsid w:val="00FD72E7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FD72E7"/>
    <w:pPr>
      <w:spacing w:after="120"/>
      <w:ind w:left="283"/>
    </w:pPr>
  </w:style>
  <w:style w:type="paragraph" w:styleId="Zkladntext3">
    <w:name w:val="Body Text 3"/>
    <w:basedOn w:val="Zkladntextodsazen"/>
    <w:rsid w:val="00FD72E7"/>
  </w:style>
  <w:style w:type="character" w:styleId="Odkaznakoment">
    <w:name w:val="annotation reference"/>
    <w:basedOn w:val="Standardnpsmoodstavce"/>
    <w:semiHidden/>
    <w:rsid w:val="00FD72E7"/>
    <w:rPr>
      <w:sz w:val="16"/>
    </w:rPr>
  </w:style>
  <w:style w:type="paragraph" w:styleId="Textkomente">
    <w:name w:val="annotation text"/>
    <w:basedOn w:val="Normln"/>
    <w:link w:val="TextkomenteChar"/>
    <w:semiHidden/>
    <w:rsid w:val="00FD72E7"/>
  </w:style>
  <w:style w:type="paragraph" w:customStyle="1" w:styleId="odrky">
    <w:name w:val="odr‡ěky"/>
    <w:basedOn w:val="Normln"/>
    <w:rsid w:val="00FD72E7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character" w:customStyle="1" w:styleId="Nadpis1Char">
    <w:name w:val="Nadpis 1 Char"/>
    <w:basedOn w:val="Standardnpsmoodstavce"/>
    <w:link w:val="Nadpis1"/>
    <w:rsid w:val="00511616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11</TotalTime>
  <Pages>2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11</cp:revision>
  <cp:lastPrinted>2013-04-22T13:00:00Z</cp:lastPrinted>
  <dcterms:created xsi:type="dcterms:W3CDTF">2018-10-09T06:14:00Z</dcterms:created>
  <dcterms:modified xsi:type="dcterms:W3CDTF">2024-01-03T09:48:00Z</dcterms:modified>
</cp:coreProperties>
</file>